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7A556568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9D2B09">
              <w:rPr>
                <w:rFonts w:cs="Arial"/>
                <w:color w:val="000000"/>
                <w:sz w:val="22"/>
                <w:szCs w:val="22"/>
              </w:rPr>
              <w:t>26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.0</w:t>
            </w:r>
            <w:r w:rsidR="009D2B09">
              <w:rPr>
                <w:rFonts w:cs="Arial"/>
                <w:color w:val="000000"/>
                <w:sz w:val="22"/>
                <w:szCs w:val="22"/>
              </w:rPr>
              <w:t>6</w:t>
            </w:r>
            <w:r w:rsidR="003A331C" w:rsidRPr="003A331C">
              <w:rPr>
                <w:rFonts w:cs="Arial"/>
                <w:color w:val="000000"/>
                <w:sz w:val="22"/>
                <w:szCs w:val="22"/>
              </w:rPr>
              <w:t>.2024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1D465AB9" w14:textId="77CD7455" w:rsidR="00BF246C" w:rsidRPr="00BF246C" w:rsidRDefault="008E4740" w:rsidP="00BF246C">
      <w:pPr>
        <w:rPr>
          <w:rFonts w:cs="Arial"/>
          <w:sz w:val="22"/>
          <w:szCs w:val="22"/>
          <w:shd w:val="clear" w:color="auto" w:fill="FFFFFF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3C5577">
        <w:rPr>
          <w:rFonts w:cs="Arial"/>
          <w:sz w:val="22"/>
          <w:szCs w:val="22"/>
          <w:shd w:val="clear" w:color="auto" w:fill="FFFFFF"/>
        </w:rPr>
        <w:t>11360</w:t>
      </w:r>
      <w:r w:rsidR="00B716A4">
        <w:rPr>
          <w:rFonts w:cs="Arial"/>
          <w:sz w:val="22"/>
          <w:szCs w:val="22"/>
          <w:shd w:val="clear" w:color="auto" w:fill="FFFFFF"/>
        </w:rPr>
        <w:t xml:space="preserve"> </w:t>
      </w:r>
      <w:r w:rsidR="00311FA4" w:rsidRPr="00311FA4">
        <w:rPr>
          <w:rFonts w:cs="Arial"/>
          <w:sz w:val="22"/>
          <w:szCs w:val="22"/>
          <w:shd w:val="clear" w:color="auto" w:fill="FFFFFF"/>
        </w:rPr>
        <w:t>Riisipere-Kernu tee</w:t>
      </w:r>
    </w:p>
    <w:p w14:paraId="2F1335C3" w14:textId="79711B2E" w:rsidR="00590C81" w:rsidRPr="00590C81" w:rsidRDefault="00BF246C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BF246C">
        <w:rPr>
          <w:rFonts w:cs="Arial"/>
          <w:sz w:val="22"/>
          <w:szCs w:val="22"/>
          <w:shd w:val="clear" w:color="auto" w:fill="FFFFFF"/>
        </w:rPr>
        <w:t>maaüksusele maakaabli ning jaotus- ja liitumiskilbi rajamine</w:t>
      </w:r>
      <w:r>
        <w:rPr>
          <w:rFonts w:cs="Arial"/>
          <w:sz w:val="22"/>
          <w:szCs w:val="22"/>
          <w:shd w:val="clear" w:color="auto" w:fill="FFFFFF"/>
        </w:rPr>
        <w:t xml:space="preserve">, </w:t>
      </w:r>
      <w:r w:rsidR="005E5712">
        <w:rPr>
          <w:rFonts w:cs="Arial"/>
          <w:sz w:val="22"/>
          <w:szCs w:val="22"/>
          <w:shd w:val="clear" w:color="auto" w:fill="FFFFFF"/>
        </w:rPr>
        <w:t>Haiba</w:t>
      </w:r>
      <w:r w:rsidR="00B716A4">
        <w:rPr>
          <w:rFonts w:cs="Arial"/>
          <w:sz w:val="22"/>
          <w:szCs w:val="22"/>
          <w:shd w:val="clear" w:color="auto" w:fill="FFFFFF"/>
        </w:rPr>
        <w:t xml:space="preserve"> 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5E5712">
        <w:rPr>
          <w:rFonts w:cs="Arial"/>
          <w:sz w:val="22"/>
          <w:szCs w:val="22"/>
          <w:shd w:val="clear" w:color="auto" w:fill="FFFFFF"/>
        </w:rPr>
        <w:t>Saue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4740"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5E5712">
        <w:rPr>
          <w:sz w:val="22"/>
          <w:szCs w:val="22"/>
        </w:rPr>
        <w:t>Riisipere tee 4c</w:t>
      </w:r>
      <w:r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FB6586" w:rsidRPr="00FB6586">
        <w:rPr>
          <w:rFonts w:eastAsia="Times New Roman" w:cs="Arial"/>
          <w:sz w:val="22"/>
          <w:szCs w:val="22"/>
          <w:lang w:eastAsia="et-EE"/>
        </w:rPr>
        <w:t>7.1-2/24/8807-4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06B6D1AA" w:rsidR="006F37B0" w:rsidRDefault="00FB658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Alar Pappel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51B95272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 xml:space="preserve">Elektrilevi OÜ 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32271D18" w:rsidR="008E4740" w:rsidRDefault="00C012F8" w:rsidP="00724D36">
      <w:pPr>
        <w:autoSpaceDE w:val="0"/>
        <w:autoSpaceDN w:val="0"/>
        <w:adjustRightInd w:val="0"/>
        <w:jc w:val="both"/>
        <w:rPr>
          <w:rFonts w:ascii="Calibri" w:hAnsi="Calibri"/>
          <w:noProof/>
          <w:color w:val="0000FF"/>
          <w:sz w:val="22"/>
          <w:szCs w:val="22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93FFD5" wp14:editId="6C21C4B8">
            <wp:simplePos x="0" y="0"/>
            <wp:positionH relativeFrom="column">
              <wp:posOffset>4044950</wp:posOffset>
            </wp:positionH>
            <wp:positionV relativeFrom="paragraph">
              <wp:posOffset>2686050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D68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161FFCB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07F4214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2EFDD81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A3589DA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4E957DD" w14:textId="77777777" w:rsidR="00C012F8" w:rsidRDefault="00C012F8" w:rsidP="00C012F8">
      <w:pPr>
        <w:rPr>
          <w:rFonts w:ascii="Calibri" w:hAnsi="Calibri"/>
          <w:noProof/>
          <w:color w:val="0000FF"/>
          <w:sz w:val="22"/>
          <w:szCs w:val="22"/>
        </w:rPr>
      </w:pPr>
    </w:p>
    <w:p w14:paraId="4A40DF20" w14:textId="35BCB162" w:rsidR="00C012F8" w:rsidRPr="00C012F8" w:rsidRDefault="00C012F8" w:rsidP="00C012F8">
      <w:pPr>
        <w:tabs>
          <w:tab w:val="left" w:pos="5590"/>
        </w:tabs>
        <w:rPr>
          <w:rFonts w:cs="Arial"/>
          <w:sz w:val="22"/>
          <w:szCs w:val="22"/>
          <w:lang w:val="et-EE"/>
        </w:rPr>
      </w:pPr>
      <w:r>
        <w:rPr>
          <w:rFonts w:cs="Arial"/>
          <w:sz w:val="22"/>
          <w:szCs w:val="22"/>
          <w:lang w:val="et-EE"/>
        </w:rPr>
        <w:tab/>
      </w:r>
    </w:p>
    <w:sectPr w:rsidR="00C012F8" w:rsidRPr="00C012F8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9C727" w14:textId="77777777" w:rsidR="00E72612" w:rsidRDefault="00E72612">
      <w:r>
        <w:separator/>
      </w:r>
    </w:p>
  </w:endnote>
  <w:endnote w:type="continuationSeparator" w:id="0">
    <w:p w14:paraId="7A073602" w14:textId="77777777" w:rsidR="00E72612" w:rsidRDefault="00E7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0EA6FF8C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4484B52B" w:rsidR="003B146D" w:rsidRPr="003B146D" w:rsidRDefault="00C012F8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="00285C00" w:rsidRPr="003B146D">
      <w:rPr>
        <w:b/>
        <w:bCs/>
        <w:sz w:val="20"/>
        <w:szCs w:val="20"/>
      </w:rPr>
      <w:t xml:space="preserve"> OÜ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      </w:t>
    </w:r>
    <w:r w:rsidR="00285C00"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78E400B5" w14:textId="37B6C236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C012F8" w:rsidRPr="007F123E">
        <w:rPr>
          <w:rStyle w:val="Hyperlink"/>
          <w:sz w:val="20"/>
          <w:szCs w:val="20"/>
        </w:rPr>
        <w:t>info@elektrilevi.ee</w:t>
      </w:r>
    </w:hyperlink>
  </w:p>
  <w:p w14:paraId="5DFC24AD" w14:textId="2E2D586B" w:rsidR="00E30C7C" w:rsidRPr="00C012F8" w:rsidRDefault="003B146D" w:rsidP="00285C00">
    <w:pPr>
      <w:pStyle w:val="Footer"/>
      <w:rPr>
        <w:sz w:val="20"/>
        <w:szCs w:val="20"/>
      </w:rPr>
    </w:pPr>
    <w:r w:rsidRPr="00C012F8">
      <w:rPr>
        <w:sz w:val="20"/>
        <w:szCs w:val="20"/>
      </w:rPr>
      <w:t xml:space="preserve">Reg.kood </w:t>
    </w:r>
    <w:r w:rsidR="00C012F8" w:rsidRPr="00C012F8">
      <w:rPr>
        <w:sz w:val="20"/>
        <w:szCs w:val="20"/>
      </w:rPr>
      <w:t>11050857</w:t>
    </w:r>
    <w:r w:rsidRPr="00C012F8">
      <w:rPr>
        <w:sz w:val="20"/>
        <w:szCs w:val="20"/>
      </w:rPr>
      <w:t xml:space="preserve">                 </w:t>
    </w:r>
    <w:r w:rsidR="00C012F8" w:rsidRPr="00C012F8">
      <w:rPr>
        <w:sz w:val="20"/>
        <w:szCs w:val="20"/>
      </w:rPr>
      <w:t>http://www.elektrilevi.ee/</w:t>
    </w:r>
    <w:r w:rsidRPr="00C012F8">
      <w:rPr>
        <w:sz w:val="20"/>
        <w:szCs w:val="20"/>
      </w:rPr>
      <w:tab/>
    </w:r>
    <w:r w:rsidR="00B716A4" w:rsidRPr="00C012F8"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9399F" w14:textId="77777777" w:rsidR="00E72612" w:rsidRDefault="00E72612">
      <w:r>
        <w:separator/>
      </w:r>
    </w:p>
  </w:footnote>
  <w:footnote w:type="continuationSeparator" w:id="0">
    <w:p w14:paraId="41DD34F5" w14:textId="77777777" w:rsidR="00E72612" w:rsidRDefault="00E72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B266C"/>
    <w:rsid w:val="000D6CC2"/>
    <w:rsid w:val="000F3A76"/>
    <w:rsid w:val="00100EE2"/>
    <w:rsid w:val="00102B87"/>
    <w:rsid w:val="001059CF"/>
    <w:rsid w:val="0011244E"/>
    <w:rsid w:val="001423ED"/>
    <w:rsid w:val="00142AE7"/>
    <w:rsid w:val="00144ABA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2F548C"/>
    <w:rsid w:val="00305BE9"/>
    <w:rsid w:val="00307D17"/>
    <w:rsid w:val="00310886"/>
    <w:rsid w:val="00311FA4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331C"/>
    <w:rsid w:val="003A515E"/>
    <w:rsid w:val="003B0E8E"/>
    <w:rsid w:val="003B146D"/>
    <w:rsid w:val="003B30AF"/>
    <w:rsid w:val="003B55A0"/>
    <w:rsid w:val="003C5577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4F50C1"/>
    <w:rsid w:val="0050175E"/>
    <w:rsid w:val="00503A8F"/>
    <w:rsid w:val="00506EA9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5E5712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C19ED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54B4"/>
    <w:rsid w:val="00786FCC"/>
    <w:rsid w:val="007D600B"/>
    <w:rsid w:val="007E3B53"/>
    <w:rsid w:val="007F51FC"/>
    <w:rsid w:val="00813DE2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07145"/>
    <w:rsid w:val="009179ED"/>
    <w:rsid w:val="00921A1C"/>
    <w:rsid w:val="00932D62"/>
    <w:rsid w:val="00934470"/>
    <w:rsid w:val="00940F15"/>
    <w:rsid w:val="00945767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9D2B09"/>
    <w:rsid w:val="00A10156"/>
    <w:rsid w:val="00A22CAD"/>
    <w:rsid w:val="00A24CA7"/>
    <w:rsid w:val="00A442C3"/>
    <w:rsid w:val="00A47374"/>
    <w:rsid w:val="00A641AE"/>
    <w:rsid w:val="00A81F74"/>
    <w:rsid w:val="00AD584E"/>
    <w:rsid w:val="00AE0352"/>
    <w:rsid w:val="00AE49FC"/>
    <w:rsid w:val="00B423BE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F246C"/>
    <w:rsid w:val="00C00FF5"/>
    <w:rsid w:val="00C012F8"/>
    <w:rsid w:val="00C04173"/>
    <w:rsid w:val="00C11BF8"/>
    <w:rsid w:val="00C26E26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60670"/>
    <w:rsid w:val="00E70E23"/>
    <w:rsid w:val="00E72612"/>
    <w:rsid w:val="00E743F3"/>
    <w:rsid w:val="00E76AE9"/>
    <w:rsid w:val="00E85D71"/>
    <w:rsid w:val="00E92C07"/>
    <w:rsid w:val="00E93B48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83F8E"/>
    <w:rsid w:val="00FB6586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909166F0-1E7C-4EEE-8CC9-696337DC6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80099-65D4-4956-8011-3EF545C40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103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950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Alar Pappel</cp:lastModifiedBy>
  <cp:revision>2</cp:revision>
  <cp:lastPrinted>2018-12-17T11:16:00Z</cp:lastPrinted>
  <dcterms:created xsi:type="dcterms:W3CDTF">2024-06-26T09:44:00Z</dcterms:created>
  <dcterms:modified xsi:type="dcterms:W3CDTF">2024-06-26T09:44:00Z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